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1F6F38F" w14:textId="77777777" w:rsidTr="00987DB5">
        <w:tc>
          <w:tcPr>
            <w:tcW w:w="9498" w:type="dxa"/>
          </w:tcPr>
          <w:p w14:paraId="7463E1E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6A781D" wp14:editId="7E8ED3A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DDB9A7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7327FCA1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601398D5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ADB166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9EAB142" w14:textId="3E27D9B6" w:rsidR="00AE5C63" w:rsidRPr="00FD5B50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D5B5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B15B4">
            <w:rPr>
              <w:rFonts w:ascii="Times New Roman" w:hAnsi="Times New Roman"/>
              <w:sz w:val="28"/>
              <w:szCs w:val="28"/>
            </w:rPr>
            <w:t>14 января 2026 года</w:t>
          </w:r>
        </w:sdtContent>
      </w:sdt>
      <w:r w:rsidRPr="00FD5B5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bookmarkStart w:id="0" w:name="_GoBack"/>
          <w:r w:rsidR="009B15B4" w:rsidRPr="009B15B4">
            <w:rPr>
              <w:rFonts w:ascii="Times New Roman" w:hAnsi="Times New Roman"/>
              <w:sz w:val="28"/>
              <w:szCs w:val="28"/>
            </w:rPr>
            <w:t>1</w:t>
          </w:r>
          <w:bookmarkEnd w:id="0"/>
        </w:sdtContent>
      </w:sdt>
    </w:p>
    <w:p w14:paraId="2B9EF1A4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EE124CA" w14:textId="77777777" w:rsidR="00FD5B50" w:rsidRDefault="001E4001" w:rsidP="00FD5B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5B50">
        <w:rPr>
          <w:rFonts w:ascii="Times New Roman" w:hAnsi="Times New Roman"/>
          <w:b/>
          <w:sz w:val="28"/>
          <w:szCs w:val="28"/>
        </w:rPr>
        <w:t xml:space="preserve">Об </w:t>
      </w:r>
      <w:bookmarkStart w:id="1" w:name="_Hlk212455359"/>
      <w:r w:rsidRPr="00FD5B50">
        <w:rPr>
          <w:rFonts w:ascii="Times New Roman" w:hAnsi="Times New Roman"/>
          <w:b/>
          <w:sz w:val="28"/>
          <w:szCs w:val="28"/>
        </w:rPr>
        <w:t>организации питания обучающихся общеобразовательных организаци</w:t>
      </w:r>
      <w:r w:rsidR="00B178E6" w:rsidRPr="00FD5B50">
        <w:rPr>
          <w:rFonts w:ascii="Times New Roman" w:hAnsi="Times New Roman"/>
          <w:b/>
          <w:sz w:val="28"/>
          <w:szCs w:val="28"/>
        </w:rPr>
        <w:t>й</w:t>
      </w:r>
      <w:r w:rsidR="00FD5B50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14:paraId="0BA8F10E" w14:textId="7E4D31DF" w:rsidR="00AE5C63" w:rsidRPr="00FD5B50" w:rsidRDefault="001E4001" w:rsidP="00FD5B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5B50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  <w:bookmarkEnd w:id="1"/>
    </w:p>
    <w:p w14:paraId="6B345CB5" w14:textId="77777777" w:rsidR="00185FEC" w:rsidRDefault="00185FEC" w:rsidP="00FD5B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4F85E4" w14:textId="1164AF95" w:rsidR="00CD38FA" w:rsidRPr="00CD38FA" w:rsidRDefault="003827E9" w:rsidP="00FD5B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27E9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 </w:t>
      </w:r>
      <w:r w:rsidRPr="00CD38FA">
        <w:rPr>
          <w:rFonts w:ascii="Times New Roman" w:eastAsia="Times New Roman" w:hAnsi="Times New Roman"/>
          <w:bCs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атьей</w:t>
      </w:r>
      <w:r w:rsidRPr="00CD38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86 Бюджетного кодекса Российской Федерации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bookmarkStart w:id="2" w:name="_Hlk185427120"/>
      <w:r w:rsidR="00222240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4F5D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27E9"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 w:rsidR="004F5D8A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Pr="003827E9">
        <w:rPr>
          <w:rFonts w:ascii="Times New Roman" w:eastAsia="Times New Roman" w:hAnsi="Times New Roman"/>
          <w:sz w:val="28"/>
          <w:szCs w:val="28"/>
          <w:lang w:eastAsia="ru-RU"/>
        </w:rPr>
        <w:t xml:space="preserve"> Сахалинской области от 18.03.2014 № 9-ЗО </w:t>
      </w:r>
      <w:r w:rsidR="00FD5B5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827E9">
        <w:rPr>
          <w:rFonts w:ascii="Times New Roman" w:eastAsia="Times New Roman" w:hAnsi="Times New Roman"/>
          <w:sz w:val="28"/>
          <w:szCs w:val="28"/>
          <w:lang w:eastAsia="ru-RU"/>
        </w:rPr>
        <w:t>«Об образовании в Сахалинской области»</w:t>
      </w:r>
      <w:r w:rsidR="004F5D8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3827E9">
        <w:rPr>
          <w:rFonts w:ascii="Times New Roman" w:eastAsia="Times New Roman" w:hAnsi="Times New Roman"/>
          <w:sz w:val="28"/>
          <w:szCs w:val="28"/>
          <w:lang w:eastAsia="ru-RU"/>
        </w:rPr>
        <w:t>от 08.10.2008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27E9">
        <w:rPr>
          <w:rFonts w:ascii="Times New Roman" w:eastAsia="Times New Roman" w:hAnsi="Times New Roman"/>
          <w:sz w:val="28"/>
          <w:szCs w:val="28"/>
          <w:lang w:eastAsia="ru-RU"/>
        </w:rPr>
        <w:t xml:space="preserve">№ 98-ЗО </w:t>
      </w:r>
      <w:r w:rsidR="00FD5B5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827E9">
        <w:rPr>
          <w:rFonts w:ascii="Times New Roman" w:eastAsia="Times New Roman" w:hAnsi="Times New Roman"/>
          <w:sz w:val="28"/>
          <w:szCs w:val="28"/>
          <w:lang w:eastAsia="ru-RU"/>
        </w:rPr>
        <w:t>«О наделении органов местного самоуправления государственными полномочиями Сахалинской области по обеспечению питанием и молоком обучающихся в образовательных организациях</w:t>
      </w:r>
      <w:bookmarkEnd w:id="2"/>
      <w:r w:rsidRPr="003827E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D38FA" w:rsidRPr="00CD38F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8418B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Собрания муниципального образования Ногликский муниципальный округ Сахалинской области от 04.12.2025 № 115 «О реализации администрацией муниципального образования Ногликский муниципальный округ Сахалинской области права на участие в осуществлении государственных полномочий»,</w:t>
      </w:r>
      <w:r w:rsidR="00CD38FA" w:rsidRPr="00CD38FA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атьей </w:t>
      </w:r>
      <w:r w:rsidR="00CD38FA" w:rsidRPr="00CD38FA">
        <w:rPr>
          <w:rFonts w:ascii="Times New Roman" w:eastAsia="Times New Roman" w:hAnsi="Times New Roman"/>
          <w:sz w:val="28"/>
          <w:szCs w:val="28"/>
          <w:lang w:eastAsia="ru-RU"/>
        </w:rPr>
        <w:t xml:space="preserve">28 Устава муниципального образования Ногликский муниципальный округ Сахалинской области, </w:t>
      </w:r>
      <w:r w:rsidR="00CD38FA" w:rsidRPr="00FD5B5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7B71CCD2" w14:textId="5802D345" w:rsidR="00CD38FA" w:rsidRPr="003827E9" w:rsidRDefault="00FD5B50" w:rsidP="00FD5B50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</w:t>
      </w:r>
      <w:r w:rsidR="00CD38FA" w:rsidRPr="003827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Утвердить </w:t>
      </w:r>
      <w:hyperlink r:id="rId8" w:history="1">
        <w:r w:rsidR="00CD38FA" w:rsidRPr="003827E9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Порядок</w:t>
        </w:r>
      </w:hyperlink>
      <w:r w:rsidR="00CD38FA" w:rsidRPr="003827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26931">
        <w:rPr>
          <w:rFonts w:ascii="Times New Roman" w:hAnsi="Times New Roman"/>
          <w:sz w:val="28"/>
          <w:szCs w:val="28"/>
        </w:rPr>
        <w:t>организации питания обучающихся общеобразовательных организаций муниципального образования Ногликский муниципальный округ Сахалинской области</w:t>
      </w:r>
      <w:r w:rsidR="00E26931" w:rsidRPr="003827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D38FA" w:rsidRPr="003827E9">
        <w:rPr>
          <w:rFonts w:ascii="Times New Roman" w:eastAsia="Times New Roman" w:hAnsi="Times New Roman"/>
          <w:bCs/>
          <w:sz w:val="28"/>
          <w:szCs w:val="28"/>
          <w:lang w:eastAsia="ru-RU"/>
        </w:rPr>
        <w:t>(прилагается).</w:t>
      </w:r>
    </w:p>
    <w:p w14:paraId="50A7E53A" w14:textId="1E8C73FC" w:rsidR="005F7596" w:rsidRPr="005F7596" w:rsidRDefault="00FD5B50" w:rsidP="00FD5B50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2. </w:t>
      </w:r>
      <w:r w:rsidR="003827E9" w:rsidRPr="003827E9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Признать утратившими силу постановлени</w:t>
      </w:r>
      <w:r w:rsidR="003827E9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я</w:t>
      </w:r>
      <w:r w:rsidR="003827E9" w:rsidRPr="003827E9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</w:t>
      </w:r>
      <w:r w:rsidR="003827E9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мэра м</w:t>
      </w:r>
      <w:r w:rsidR="005F759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униципального образования «Городской округ Ногликс</w:t>
      </w:r>
      <w:r w:rsidR="00E26931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к</w:t>
      </w:r>
      <w:r w:rsidR="005F759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ий»:</w:t>
      </w:r>
    </w:p>
    <w:p w14:paraId="1BF18010" w14:textId="656FEB1A" w:rsidR="003827E9" w:rsidRDefault="005F7596" w:rsidP="00FD5B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-</w:t>
      </w:r>
      <w:r w:rsidRPr="005F759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от 27.07.2015 № 258 </w:t>
      </w:r>
      <w:bookmarkStart w:id="3" w:name="_Hlk212196698"/>
      <w:r w:rsidR="003827E9" w:rsidRPr="005F759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«Об организации питания</w:t>
      </w:r>
      <w:r w:rsidRPr="005F759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детей,</w:t>
      </w:r>
      <w:r w:rsidR="003827E9" w:rsidRPr="005F759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обучающихся </w:t>
      </w:r>
      <w:r w:rsidR="00CA510D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br/>
      </w:r>
      <w:r w:rsidR="003827E9" w:rsidRPr="005F759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в общеобразовательных организациях муниципального образования «</w:t>
      </w:r>
      <w:r w:rsidR="00B07AB4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Городской округ Ногликский</w:t>
      </w:r>
      <w:r w:rsidR="003827E9" w:rsidRPr="005F759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;</w:t>
      </w:r>
      <w:bookmarkEnd w:id="3"/>
    </w:p>
    <w:p w14:paraId="2C921B5E" w14:textId="12C328F3" w:rsidR="005F7596" w:rsidRDefault="005F7596" w:rsidP="00FD5B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- от 27.11.2018 № 225 «О внесении изменений в постановление мэра муниципального образования «Городской округ Ногликский» от 27.07.2015 </w:t>
      </w:r>
      <w:r w:rsidR="00CA510D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№ 258»;</w:t>
      </w:r>
    </w:p>
    <w:p w14:paraId="6ECD4900" w14:textId="75DC2AD7" w:rsidR="005F7596" w:rsidRDefault="005F7596" w:rsidP="00FD5B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lastRenderedPageBreak/>
        <w:t xml:space="preserve">- </w:t>
      </w:r>
      <w:bookmarkStart w:id="4" w:name="_Hlk212196518"/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от 05.02.2020 №</w:t>
      </w:r>
      <w:r w:rsidR="00D61F24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17 «О внесении изменений в постановление мэра муниципального образования «Городской округ Ногликский» от 27.07.2015 </w:t>
      </w:r>
      <w:r w:rsidR="00CA510D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№ 258»;</w:t>
      </w:r>
      <w:bookmarkEnd w:id="4"/>
    </w:p>
    <w:p w14:paraId="7F3831FF" w14:textId="561040D4" w:rsidR="005F7596" w:rsidRDefault="005F7596" w:rsidP="00FD5B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- от 26.05.2020 № 94 «О внесении изменений в постановление мэра муниципального образования «Городской округ Ногликский» от 27.07.2015 </w:t>
      </w:r>
      <w:r w:rsidR="00CA510D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№ 258»;</w:t>
      </w:r>
    </w:p>
    <w:p w14:paraId="65938C98" w14:textId="2F35461B" w:rsidR="005F7596" w:rsidRDefault="005F7596" w:rsidP="00FD5B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- от 08.0</w:t>
      </w:r>
      <w:r w:rsidR="00D61F24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.2020 № 115 «О внесении изменений в постановление мэра муниципального образования «Городской округ Ногликский» от 27.07.2015 </w:t>
      </w:r>
      <w:r w:rsidR="00CA510D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№ 258»;</w:t>
      </w:r>
    </w:p>
    <w:p w14:paraId="75D596FC" w14:textId="459F6676" w:rsidR="0085066C" w:rsidRDefault="0085066C" w:rsidP="00FD5B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- </w:t>
      </w:r>
      <w:r w:rsidR="00A65F68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08.11.2022 № 232 «О внесении изменений в постановление мэра муниципального образования «Городской округ Ногликский» от 27.07.2015 </w:t>
      </w:r>
      <w:r w:rsidR="00CA510D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№ 258»;</w:t>
      </w:r>
    </w:p>
    <w:p w14:paraId="557325EA" w14:textId="5AF27C30" w:rsidR="0085066C" w:rsidRDefault="0085066C" w:rsidP="00FD5B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- </w:t>
      </w:r>
      <w:r w:rsidR="00A65F68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11.08.2025 № 142 «О внесении изменений в постановление мэра муниципального образования «Городской округ Ногликский» от 27.07.2015 </w:t>
      </w:r>
      <w:r w:rsidR="00CA510D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№ 258 </w:t>
      </w:r>
      <w:r w:rsidRPr="005F759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«Об организации питания детей, обучающихся в общеобразовательных организациях муниципального образования «</w:t>
      </w:r>
      <w:r w:rsidR="00293763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Городской округ Ногликский</w:t>
      </w:r>
      <w:r w:rsidRPr="005F759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.</w:t>
      </w:r>
    </w:p>
    <w:p w14:paraId="0AD24AE1" w14:textId="72408CF1" w:rsidR="0085066C" w:rsidRPr="00C74198" w:rsidRDefault="0085066C" w:rsidP="00FD5B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3. </w:t>
      </w:r>
      <w:r w:rsidR="00C74198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Опубликовать </w:t>
      </w:r>
      <w:r w:rsidR="00CD38FA" w:rsidRPr="00CD38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настоящее постановление </w:t>
      </w:r>
      <w:r w:rsidR="00C741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газете «Знамя труда» </w:t>
      </w:r>
      <w:r w:rsidR="00B07AB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="00C74198">
        <w:rPr>
          <w:rFonts w:ascii="Times New Roman" w:eastAsia="Times New Roman" w:hAnsi="Times New Roman"/>
          <w:bCs/>
          <w:sz w:val="28"/>
          <w:szCs w:val="28"/>
          <w:lang w:eastAsia="ru-RU"/>
        </w:rPr>
        <w:t>и р</w:t>
      </w:r>
      <w:r w:rsidR="00C74198" w:rsidRPr="00CD38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азместить </w:t>
      </w:r>
      <w:r w:rsidR="00CD38FA" w:rsidRPr="00CD38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официальном сайте </w:t>
      </w:r>
      <w:r w:rsidR="00CD38FA" w:rsidRPr="00CD38FA">
        <w:rPr>
          <w:rFonts w:ascii="Times New Roman" w:eastAsia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C741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CD38FA" w:rsidRPr="00CD38F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2B263E4" w14:textId="2D955EAD" w:rsidR="00CD38FA" w:rsidRPr="00CD38FA" w:rsidRDefault="00B07AB4" w:rsidP="00FD5B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4</w:t>
      </w:r>
      <w:r w:rsidR="0085066C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. </w:t>
      </w:r>
      <w:r w:rsidR="00CD38FA" w:rsidRPr="00CD38FA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Контроль исполнения настоящего постановления возложить на вице-мэра муниципального образования Ногликский муниципальный округ Сахалинской области</w:t>
      </w:r>
      <w:r w:rsidR="009A51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9A5129">
        <w:rPr>
          <w:rFonts w:ascii="Times New Roman" w:eastAsia="Times New Roman" w:hAnsi="Times New Roman"/>
          <w:bCs/>
          <w:sz w:val="28"/>
          <w:szCs w:val="28"/>
          <w:lang w:eastAsia="ru-RU"/>
        </w:rPr>
        <w:t>Русанова</w:t>
      </w:r>
      <w:proofErr w:type="spellEnd"/>
      <w:r w:rsidR="009A51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Я.С</w:t>
      </w:r>
      <w:r w:rsidR="00CD38FA" w:rsidRPr="00CD38F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41F506F4" w14:textId="77777777" w:rsidR="004A1FD1" w:rsidRDefault="004A1FD1" w:rsidP="00FD5B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E3EB91" w14:textId="77777777" w:rsidR="00B07AB4" w:rsidRDefault="00B07AB4" w:rsidP="00FD5B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76A52FC" w14:textId="77777777" w:rsidR="004A1FD1" w:rsidRPr="00CD38FA" w:rsidRDefault="004A1FD1" w:rsidP="00FD5B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pPr w:leftFromText="180" w:rightFromText="180" w:vertAnchor="text" w:horzAnchor="margin" w:tblpY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85066C" w14:paraId="4A4F4595" w14:textId="77777777" w:rsidTr="0085066C">
        <w:tc>
          <w:tcPr>
            <w:tcW w:w="4672" w:type="dxa"/>
          </w:tcPr>
          <w:p w14:paraId="46C59EE3" w14:textId="77777777" w:rsidR="0085066C" w:rsidRDefault="0085066C" w:rsidP="0022224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0C0AB4EF" w14:textId="77777777" w:rsidR="00FD5B50" w:rsidRDefault="00FD5B50" w:rsidP="00FD5B50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27D5C7FE" w14:textId="77777777" w:rsidR="00FD5B50" w:rsidRDefault="00FD5B50" w:rsidP="00FD5B50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266D4DD2" w14:textId="77777777" w:rsidR="0085066C" w:rsidRDefault="0085066C" w:rsidP="00FD5B50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19ED3081" w14:textId="77777777" w:rsidR="008629FA" w:rsidRPr="008629FA" w:rsidRDefault="008629FA" w:rsidP="00FD5B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FD5B50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75204" w14:textId="77777777" w:rsidR="00D64D0A" w:rsidRDefault="00D64D0A" w:rsidP="00AE5C63">
      <w:pPr>
        <w:spacing w:after="0" w:line="240" w:lineRule="auto"/>
      </w:pPr>
      <w:r>
        <w:separator/>
      </w:r>
    </w:p>
  </w:endnote>
  <w:endnote w:type="continuationSeparator" w:id="0">
    <w:p w14:paraId="1382CD04" w14:textId="77777777" w:rsidR="00D64D0A" w:rsidRDefault="00D64D0A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835D0" w14:textId="77777777" w:rsidR="00D64D0A" w:rsidRDefault="00D64D0A" w:rsidP="00AE5C63">
      <w:pPr>
        <w:spacing w:after="0" w:line="240" w:lineRule="auto"/>
      </w:pPr>
      <w:r>
        <w:separator/>
      </w:r>
    </w:p>
  </w:footnote>
  <w:footnote w:type="continuationSeparator" w:id="0">
    <w:p w14:paraId="02F6C5E9" w14:textId="77777777" w:rsidR="00D64D0A" w:rsidRDefault="00D64D0A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2807937"/>
      <w:docPartObj>
        <w:docPartGallery w:val="Page Numbers (Top of Page)"/>
        <w:docPartUnique/>
      </w:docPartObj>
    </w:sdtPr>
    <w:sdtEndPr/>
    <w:sdtContent>
      <w:p w14:paraId="2479BE5B" w14:textId="5C2483F5" w:rsidR="00FD5B50" w:rsidRDefault="00FD5B5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5B4">
          <w:rPr>
            <w:noProof/>
          </w:rPr>
          <w:t>2</w:t>
        </w:r>
        <w:r>
          <w:fldChar w:fldCharType="end"/>
        </w:r>
      </w:p>
    </w:sdtContent>
  </w:sdt>
  <w:p w14:paraId="146D23FB" w14:textId="77777777" w:rsidR="00FD5B50" w:rsidRDefault="00FD5B5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A71DD"/>
    <w:multiLevelType w:val="hybridMultilevel"/>
    <w:tmpl w:val="8090B11A"/>
    <w:lvl w:ilvl="0" w:tplc="EFC046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4001"/>
    <w:rsid w:val="00222240"/>
    <w:rsid w:val="00293763"/>
    <w:rsid w:val="002E5832"/>
    <w:rsid w:val="00364F8F"/>
    <w:rsid w:val="003827E9"/>
    <w:rsid w:val="003B744F"/>
    <w:rsid w:val="004A1FD1"/>
    <w:rsid w:val="004F5D8A"/>
    <w:rsid w:val="00520CBF"/>
    <w:rsid w:val="00532C8F"/>
    <w:rsid w:val="005F7596"/>
    <w:rsid w:val="007622F4"/>
    <w:rsid w:val="008276D6"/>
    <w:rsid w:val="0085066C"/>
    <w:rsid w:val="008629FA"/>
    <w:rsid w:val="00946ACB"/>
    <w:rsid w:val="00985DCC"/>
    <w:rsid w:val="00987DB5"/>
    <w:rsid w:val="009A5129"/>
    <w:rsid w:val="009B15B4"/>
    <w:rsid w:val="009F57E4"/>
    <w:rsid w:val="00A65F68"/>
    <w:rsid w:val="00A81B9D"/>
    <w:rsid w:val="00AC72C8"/>
    <w:rsid w:val="00AE5C63"/>
    <w:rsid w:val="00B07AB4"/>
    <w:rsid w:val="00B10ED9"/>
    <w:rsid w:val="00B178E6"/>
    <w:rsid w:val="00B25688"/>
    <w:rsid w:val="00C02849"/>
    <w:rsid w:val="00C74198"/>
    <w:rsid w:val="00CA510D"/>
    <w:rsid w:val="00CD38FA"/>
    <w:rsid w:val="00D12794"/>
    <w:rsid w:val="00D61F24"/>
    <w:rsid w:val="00D64D0A"/>
    <w:rsid w:val="00D67BD8"/>
    <w:rsid w:val="00D8418B"/>
    <w:rsid w:val="00DF7897"/>
    <w:rsid w:val="00E26931"/>
    <w:rsid w:val="00E37B8A"/>
    <w:rsid w:val="00E609BC"/>
    <w:rsid w:val="00EA0EFF"/>
    <w:rsid w:val="00FD5B50"/>
    <w:rsid w:val="00FE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08046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82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44DDF7F49CAB76810437EAA2318C005735E025478E5F60A1C824438112E888187B98EB08ECC054CF531FMCKB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13A17"/>
    <w:rsid w:val="001F64FA"/>
    <w:rsid w:val="003B16D3"/>
    <w:rsid w:val="003B744F"/>
    <w:rsid w:val="004B4044"/>
    <w:rsid w:val="00532C8F"/>
    <w:rsid w:val="00852E81"/>
    <w:rsid w:val="008C678B"/>
    <w:rsid w:val="00985DCC"/>
    <w:rsid w:val="009F57E4"/>
    <w:rsid w:val="00A81B9D"/>
    <w:rsid w:val="00C95804"/>
    <w:rsid w:val="00CF735B"/>
    <w:rsid w:val="00E80BD0"/>
    <w:rsid w:val="00FE2F2A"/>
    <w:rsid w:val="00FF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22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2026-01-14T00:22:00Z</cp:lastPrinted>
  <dcterms:created xsi:type="dcterms:W3CDTF">2025-12-14T22:43:00Z</dcterms:created>
  <dcterms:modified xsi:type="dcterms:W3CDTF">2026-01-15T01:17:00Z</dcterms:modified>
</cp:coreProperties>
</file>